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71380AD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170FE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</w:t>
      </w:r>
      <w:r w:rsidR="00EB60FD">
        <w:rPr>
          <w:lang w:eastAsia="cs-CZ"/>
        </w:rPr>
        <w:t>D</w:t>
      </w:r>
    </w:p>
    <w:p w14:paraId="3E278181" w14:textId="23D94F71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09753D">
        <w:rPr>
          <w:rFonts w:eastAsia="Times New Roman"/>
        </w:rPr>
        <w:t xml:space="preserve"> </w:t>
      </w:r>
      <w:bookmarkStart w:id="0" w:name="_Hlk193370349"/>
      <w:r w:rsidR="0009753D" w:rsidRPr="0009753D">
        <w:rPr>
          <w:rFonts w:eastAsia="Times New Roman"/>
          <w:sz w:val="24"/>
          <w:szCs w:val="24"/>
        </w:rPr>
        <w:t xml:space="preserve">(pro část A </w:t>
      </w:r>
      <w:r w:rsidR="0009753D">
        <w:rPr>
          <w:rFonts w:eastAsia="Times New Roman"/>
          <w:sz w:val="24"/>
          <w:szCs w:val="24"/>
        </w:rPr>
        <w:t xml:space="preserve"> - </w:t>
      </w:r>
      <w:r w:rsidR="00072433">
        <w:rPr>
          <w:rFonts w:eastAsia="Times New Roman"/>
          <w:sz w:val="24"/>
          <w:szCs w:val="24"/>
        </w:rPr>
        <w:t>L</w:t>
      </w:r>
      <w:r w:rsidR="0009753D">
        <w:rPr>
          <w:rFonts w:eastAsia="Times New Roman"/>
          <w:sz w:val="24"/>
          <w:szCs w:val="24"/>
        </w:rPr>
        <w:t xml:space="preserve"> </w:t>
      </w:r>
      <w:r w:rsidR="0009753D" w:rsidRPr="0009753D">
        <w:rPr>
          <w:rFonts w:eastAsia="Times New Roman"/>
          <w:sz w:val="24"/>
          <w:szCs w:val="24"/>
        </w:rPr>
        <w:t>veřejné zakázky)</w:t>
      </w:r>
      <w:bookmarkEnd w:id="0"/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5A818AEF" w:rsidR="003C4FBB" w:rsidRDefault="003C4FBB" w:rsidP="00057842">
      <w:pPr>
        <w:pStyle w:val="Identifikace"/>
        <w:rPr>
          <w:lang w:eastAsia="cs-CZ"/>
        </w:rPr>
      </w:pPr>
      <w:bookmarkStart w:id="1" w:name="_Hlk193370375"/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09753D">
        <w:rPr>
          <w:lang w:eastAsia="cs-CZ"/>
        </w:rPr>
        <w:t xml:space="preserve">                      </w:t>
      </w:r>
      <w:r w:rsidR="00DB4961" w:rsidRPr="005170FE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170FE">
        <w:rPr>
          <w:highlight w:val="green"/>
          <w:lang w:eastAsia="cs-CZ"/>
        </w:rPr>
        <w:t>]</w:t>
      </w:r>
    </w:p>
    <w:p w14:paraId="5D42806C" w14:textId="0125B60C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09753D">
        <w:rPr>
          <w:lang w:eastAsia="cs-CZ"/>
        </w:rPr>
        <w:t xml:space="preserve">                      </w:t>
      </w:r>
      <w:r w:rsidR="00DB4961" w:rsidRPr="005170FE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170FE">
        <w:rPr>
          <w:highlight w:val="green"/>
          <w:lang w:eastAsia="cs-CZ"/>
        </w:rPr>
        <w:t>]</w:t>
      </w:r>
    </w:p>
    <w:p w14:paraId="5B458EFE" w14:textId="3D907232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09753D">
        <w:rPr>
          <w:lang w:eastAsia="cs-CZ"/>
        </w:rPr>
        <w:t xml:space="preserve">                      </w:t>
      </w:r>
      <w:r w:rsidR="00DB4961" w:rsidRPr="005170FE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170FE">
        <w:rPr>
          <w:highlight w:val="green"/>
          <w:lang w:eastAsia="cs-CZ"/>
        </w:rPr>
        <w:t>]</w:t>
      </w:r>
    </w:p>
    <w:p w14:paraId="168B855C" w14:textId="04B861A5" w:rsidR="003C4FBB" w:rsidRDefault="003C4FBB" w:rsidP="00057842">
      <w:pPr>
        <w:pStyle w:val="Identifikace"/>
      </w:pPr>
      <w:r>
        <w:t>Zastoupen</w:t>
      </w:r>
      <w:r>
        <w:tab/>
      </w:r>
      <w:r w:rsidR="0009753D">
        <w:t xml:space="preserve">                      </w:t>
      </w:r>
      <w:r w:rsidR="00DB4961" w:rsidRPr="005170FE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5170FE">
        <w:rPr>
          <w:highlight w:val="green"/>
        </w:rPr>
        <w:t>]</w:t>
      </w:r>
    </w:p>
    <w:p w14:paraId="610494B5" w14:textId="757572AF" w:rsidR="0009753D" w:rsidRPr="003118F2" w:rsidRDefault="0009753D" w:rsidP="0009753D">
      <w:pPr>
        <w:pStyle w:val="Identifikace"/>
        <w:rPr>
          <w:b/>
          <w:bCs/>
        </w:rPr>
      </w:pPr>
      <w:r w:rsidRPr="003118F2">
        <w:rPr>
          <w:b/>
          <w:bCs/>
        </w:rPr>
        <w:t xml:space="preserve">Část VZ </w:t>
      </w:r>
      <w:r w:rsidR="00701D5F" w:rsidRPr="003118F2">
        <w:rPr>
          <w:b/>
          <w:bCs/>
        </w:rPr>
        <w:t>(</w:t>
      </w:r>
      <w:r w:rsidRPr="003118F2">
        <w:rPr>
          <w:b/>
          <w:bCs/>
        </w:rPr>
        <w:t xml:space="preserve">A – </w:t>
      </w:r>
      <w:r w:rsidR="00072433">
        <w:rPr>
          <w:b/>
          <w:bCs/>
        </w:rPr>
        <w:t>L</w:t>
      </w:r>
      <w:r w:rsidR="00701D5F" w:rsidRPr="003118F2">
        <w:rPr>
          <w:b/>
          <w:bCs/>
        </w:rPr>
        <w:t>)</w:t>
      </w:r>
      <w:r w:rsidRPr="003118F2">
        <w:rPr>
          <w:b/>
          <w:bCs/>
        </w:rPr>
        <w:t xml:space="preserve">, ke které se ČP vztahuje </w:t>
      </w:r>
      <w:r w:rsidRPr="003118F2">
        <w:rPr>
          <w:b/>
          <w:bCs/>
        </w:rPr>
        <w:tab/>
      </w:r>
      <w:sdt>
        <w:sdtPr>
          <w:rPr>
            <w:highlight w:val="green"/>
            <w:lang w:eastAsia="cs-CZ"/>
          </w:rPr>
          <w:alias w:val="vyberte část veřejné zakázky"/>
          <w:tag w:val="vyberte část veřejné zakázky"/>
          <w:id w:val="-2068410845"/>
          <w:placeholder>
            <w:docPart w:val="44B86897A26842DDB4FF1700E2E687A5"/>
          </w:placeholder>
          <w15:color w:val="FF0000"/>
          <w:dropDownList>
            <w:listItem w:displayText="A" w:value="A"/>
            <w:listItem w:displayText="B" w:value="B"/>
            <w:listItem w:displayText="C" w:value="C"/>
            <w:listItem w:displayText="D" w:value="D"/>
            <w:listItem w:displayText="E" w:value="E"/>
            <w:listItem w:displayText="F" w:value="F"/>
            <w:listItem w:displayText="G" w:value="G"/>
            <w:listItem w:displayText="H" w:value="H"/>
            <w:listItem w:displayText="I" w:value="I"/>
            <w:listItem w:displayText="J" w:value="J"/>
            <w:listItem w:displayText="K" w:value="K"/>
            <w:listItem w:displayText="L" w:value="L"/>
          </w:dropDownList>
        </w:sdtPr>
        <w:sdtEndPr/>
        <w:sdtContent>
          <w:r w:rsidR="00BA1D76" w:rsidRPr="00BA1D76">
            <w:rPr>
              <w:highlight w:val="green"/>
              <w:lang w:eastAsia="cs-CZ"/>
            </w:rPr>
            <w:t>[VYBERE ÚČASTNÍK</w:t>
          </w:r>
          <w:r w:rsidR="00BA1D76" w:rsidRPr="00D23D57">
            <w:rPr>
              <w:highlight w:val="green"/>
              <w:lang w:eastAsia="cs-CZ"/>
            </w:rPr>
            <w:t>]</w:t>
          </w:r>
        </w:sdtContent>
      </w:sdt>
    </w:p>
    <w:bookmarkEnd w:id="1"/>
    <w:p w14:paraId="20EDE205" w14:textId="77777777" w:rsidR="0009753D" w:rsidRDefault="0009753D" w:rsidP="00057842">
      <w:pPr>
        <w:pStyle w:val="Identifikace"/>
      </w:pPr>
    </w:p>
    <w:p w14:paraId="54D580FD" w14:textId="0AE20C49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09753D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2" w:name="_Toc403053768"/>
      <w:bookmarkStart w:id="3" w:name="_Hlk193371638"/>
      <w:r w:rsidRPr="0009753D">
        <w:rPr>
          <w:rFonts w:eastAsia="Times New Roman" w:cs="Times New Roman"/>
          <w:b/>
          <w:lang w:eastAsia="cs-CZ"/>
        </w:rPr>
        <w:t>„</w:t>
      </w:r>
      <w:bookmarkEnd w:id="2"/>
      <w:r w:rsidR="0009753D" w:rsidRPr="0009753D">
        <w:rPr>
          <w:rStyle w:val="Tun"/>
          <w:rFonts w:eastAsiaTheme="minorHAnsi"/>
        </w:rPr>
        <w:t xml:space="preserve">Servis a opravy </w:t>
      </w:r>
      <w:r w:rsidR="00E017DC">
        <w:rPr>
          <w:rStyle w:val="Tun"/>
          <w:rFonts w:eastAsiaTheme="minorHAnsi"/>
        </w:rPr>
        <w:t xml:space="preserve">služebních </w:t>
      </w:r>
      <w:r w:rsidR="0009753D" w:rsidRPr="0009753D">
        <w:rPr>
          <w:rStyle w:val="Tun"/>
          <w:rFonts w:eastAsiaTheme="minorHAnsi"/>
        </w:rPr>
        <w:t>vozidel 202</w:t>
      </w:r>
      <w:r w:rsidR="0010266E">
        <w:rPr>
          <w:rStyle w:val="Tun"/>
          <w:rFonts w:eastAsiaTheme="minorHAnsi"/>
        </w:rPr>
        <w:t>5</w:t>
      </w:r>
      <w:r w:rsidR="0009753D" w:rsidRPr="0009753D">
        <w:rPr>
          <w:rStyle w:val="Tun"/>
          <w:rFonts w:eastAsiaTheme="minorHAnsi"/>
        </w:rPr>
        <w:t xml:space="preserve"> - 202</w:t>
      </w:r>
      <w:r w:rsidR="0010266E">
        <w:rPr>
          <w:rStyle w:val="Tun"/>
          <w:rFonts w:eastAsiaTheme="minorHAnsi"/>
        </w:rPr>
        <w:t>8</w:t>
      </w:r>
      <w:r w:rsidRPr="0009753D">
        <w:t>“</w:t>
      </w:r>
      <w:bookmarkEnd w:id="3"/>
      <w:r w:rsidRPr="0009753D">
        <w:rPr>
          <w:rFonts w:eastAsia="Times New Roman" w:cs="Times New Roman"/>
          <w:bCs/>
          <w:lang w:eastAsia="cs-CZ"/>
        </w:rPr>
        <w:t>,</w:t>
      </w:r>
      <w:r w:rsidRPr="0009753D">
        <w:rPr>
          <w:rFonts w:eastAsia="Times New Roman" w:cs="Times New Roman"/>
          <w:lang w:eastAsia="cs-CZ"/>
        </w:rPr>
        <w:t xml:space="preserve"> tímto čestně prohlašuje, že za poslední 3 roky</w:t>
      </w:r>
      <w:r w:rsidR="0009753D">
        <w:rPr>
          <w:rFonts w:eastAsia="Times New Roman" w:cs="Times New Roman"/>
          <w:lang w:eastAsia="cs-CZ"/>
        </w:rPr>
        <w:t xml:space="preserve"> p</w:t>
      </w:r>
      <w:r>
        <w:rPr>
          <w:rFonts w:eastAsia="Times New Roman" w:cs="Times New Roman"/>
          <w:lang w:eastAsia="cs-CZ"/>
        </w:rPr>
        <w:t xml:space="preserve">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FB6A6FD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09753D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A4783C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A4783C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A4783C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A4783C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:rsidRPr="00701D5F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A4783C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A4783C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A4783C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A4783C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701D5F" w:rsidRPr="00701D5F" w14:paraId="6FD6947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FCF3B5E" w14:textId="3EB94F88" w:rsidR="00701D5F" w:rsidRPr="00A4783C" w:rsidRDefault="00701D5F" w:rsidP="00701D5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C256715" w14:textId="662CEB8C" w:rsidR="00701D5F" w:rsidRPr="00A4783C" w:rsidRDefault="00701D5F" w:rsidP="00701D5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31F0539E" w14:textId="64553D36" w:rsidR="00701D5F" w:rsidRPr="00A4783C" w:rsidRDefault="00701D5F" w:rsidP="00701D5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96B5" w14:textId="351A3B47" w:rsidR="00701D5F" w:rsidRPr="00A4783C" w:rsidRDefault="00701D5F" w:rsidP="00701D5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701D5F" w:rsidRPr="00701D5F" w14:paraId="30BC617B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4CE913F" w14:textId="640FE86E" w:rsidR="00701D5F" w:rsidRPr="00A4783C" w:rsidRDefault="00701D5F" w:rsidP="00701D5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33A7092F" w14:textId="5154AC2F" w:rsidR="00701D5F" w:rsidRPr="00A4783C" w:rsidRDefault="00701D5F" w:rsidP="00701D5F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2A182E1C" w14:textId="385E7A51" w:rsidR="00701D5F" w:rsidRPr="00A4783C" w:rsidRDefault="00701D5F" w:rsidP="00701D5F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C06F" w14:textId="1B8736D7" w:rsidR="00701D5F" w:rsidRPr="00A4783C" w:rsidRDefault="00701D5F" w:rsidP="00701D5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A478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5170FE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5170FE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5170FE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5170FE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58A4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F21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8FF7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654A1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433"/>
    <w:rsid w:val="00072C1E"/>
    <w:rsid w:val="000810D4"/>
    <w:rsid w:val="0009753D"/>
    <w:rsid w:val="000B0801"/>
    <w:rsid w:val="000B6CE6"/>
    <w:rsid w:val="000E23A7"/>
    <w:rsid w:val="000F3BDA"/>
    <w:rsid w:val="0010266E"/>
    <w:rsid w:val="0010693F"/>
    <w:rsid w:val="00114472"/>
    <w:rsid w:val="001550BC"/>
    <w:rsid w:val="001605B9"/>
    <w:rsid w:val="00170EC5"/>
    <w:rsid w:val="001747C1"/>
    <w:rsid w:val="00184743"/>
    <w:rsid w:val="00186003"/>
    <w:rsid w:val="00195286"/>
    <w:rsid w:val="00201655"/>
    <w:rsid w:val="00207DF5"/>
    <w:rsid w:val="002325BA"/>
    <w:rsid w:val="00280E07"/>
    <w:rsid w:val="002B7EFA"/>
    <w:rsid w:val="002C31BF"/>
    <w:rsid w:val="002D08B1"/>
    <w:rsid w:val="002E0CD7"/>
    <w:rsid w:val="003118F2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A294B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70FE"/>
    <w:rsid w:val="00523EA7"/>
    <w:rsid w:val="00553375"/>
    <w:rsid w:val="00554238"/>
    <w:rsid w:val="00557C28"/>
    <w:rsid w:val="005736B7"/>
    <w:rsid w:val="00575E5A"/>
    <w:rsid w:val="005B079D"/>
    <w:rsid w:val="005F1404"/>
    <w:rsid w:val="0061068E"/>
    <w:rsid w:val="00645A29"/>
    <w:rsid w:val="00660AD3"/>
    <w:rsid w:val="00677B7F"/>
    <w:rsid w:val="00680D9F"/>
    <w:rsid w:val="006A5570"/>
    <w:rsid w:val="006A689C"/>
    <w:rsid w:val="006B3D79"/>
    <w:rsid w:val="006D7AFE"/>
    <w:rsid w:val="006D7BC6"/>
    <w:rsid w:val="006E0578"/>
    <w:rsid w:val="006E1973"/>
    <w:rsid w:val="006E314D"/>
    <w:rsid w:val="00701D5F"/>
    <w:rsid w:val="00710723"/>
    <w:rsid w:val="00723ED1"/>
    <w:rsid w:val="00736EE8"/>
    <w:rsid w:val="00743525"/>
    <w:rsid w:val="0076286B"/>
    <w:rsid w:val="00766846"/>
    <w:rsid w:val="0077673A"/>
    <w:rsid w:val="007846E1"/>
    <w:rsid w:val="0079184A"/>
    <w:rsid w:val="007B570C"/>
    <w:rsid w:val="007B739D"/>
    <w:rsid w:val="007C589B"/>
    <w:rsid w:val="007D45CA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3F58"/>
    <w:rsid w:val="009F392E"/>
    <w:rsid w:val="00A04AFC"/>
    <w:rsid w:val="00A1780E"/>
    <w:rsid w:val="00A40B64"/>
    <w:rsid w:val="00A4783C"/>
    <w:rsid w:val="00A6177B"/>
    <w:rsid w:val="00A66136"/>
    <w:rsid w:val="00AA4CBB"/>
    <w:rsid w:val="00AA65FA"/>
    <w:rsid w:val="00AA7351"/>
    <w:rsid w:val="00AB62AB"/>
    <w:rsid w:val="00AD056F"/>
    <w:rsid w:val="00AD6731"/>
    <w:rsid w:val="00B15D0D"/>
    <w:rsid w:val="00B54CFE"/>
    <w:rsid w:val="00B75EE1"/>
    <w:rsid w:val="00B77481"/>
    <w:rsid w:val="00B81186"/>
    <w:rsid w:val="00B8518B"/>
    <w:rsid w:val="00BA1D76"/>
    <w:rsid w:val="00BA1FEC"/>
    <w:rsid w:val="00BB4DBC"/>
    <w:rsid w:val="00BD193D"/>
    <w:rsid w:val="00BD7E91"/>
    <w:rsid w:val="00C02D0A"/>
    <w:rsid w:val="00C03A6E"/>
    <w:rsid w:val="00C44F6A"/>
    <w:rsid w:val="00C47AE3"/>
    <w:rsid w:val="00CD1FC4"/>
    <w:rsid w:val="00D2049A"/>
    <w:rsid w:val="00D21061"/>
    <w:rsid w:val="00D35272"/>
    <w:rsid w:val="00D4108E"/>
    <w:rsid w:val="00D6163D"/>
    <w:rsid w:val="00D73D46"/>
    <w:rsid w:val="00D831A3"/>
    <w:rsid w:val="00DB0628"/>
    <w:rsid w:val="00DB4961"/>
    <w:rsid w:val="00DC75F3"/>
    <w:rsid w:val="00DD46F3"/>
    <w:rsid w:val="00DE56F2"/>
    <w:rsid w:val="00DF116D"/>
    <w:rsid w:val="00E017DC"/>
    <w:rsid w:val="00E07A64"/>
    <w:rsid w:val="00E36C4A"/>
    <w:rsid w:val="00E56D1E"/>
    <w:rsid w:val="00EB104F"/>
    <w:rsid w:val="00EB60FD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043A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B86897A26842DDB4FF1700E2E687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8949EF-0A74-400D-B3E0-9D7078F90BCE}"/>
      </w:docPartPr>
      <w:docPartBody>
        <w:p w:rsidR="00106AFE" w:rsidRDefault="00106AFE" w:rsidP="00106AFE">
          <w:pPr>
            <w:pStyle w:val="44B86897A26842DDB4FF1700E2E687A5"/>
          </w:pPr>
          <w:r w:rsidRPr="000C4AB7">
            <w:rPr>
              <w:color w:val="FF0000"/>
              <w:lang w:val="en-US"/>
            </w:rPr>
            <w:t>[</w:t>
          </w:r>
          <w:r w:rsidRPr="000C4AB7">
            <w:rPr>
              <w:color w:val="FF0000"/>
            </w:rPr>
            <w:t>zvolte část].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FE"/>
    <w:rsid w:val="000B0801"/>
    <w:rsid w:val="00106AFE"/>
    <w:rsid w:val="00195286"/>
    <w:rsid w:val="002325BA"/>
    <w:rsid w:val="004A294B"/>
    <w:rsid w:val="007D45CA"/>
    <w:rsid w:val="009E3F58"/>
    <w:rsid w:val="00AB62AB"/>
    <w:rsid w:val="00B5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B86897A26842DDB4FF1700E2E687A5">
    <w:name w:val="44B86897A26842DDB4FF1700E2E687A5"/>
    <w:rsid w:val="00106A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2</cp:revision>
  <cp:lastPrinted>2025-06-09T07:17:00Z</cp:lastPrinted>
  <dcterms:created xsi:type="dcterms:W3CDTF">2025-07-03T06:52:00Z</dcterms:created>
  <dcterms:modified xsi:type="dcterms:W3CDTF">2025-07-03T06:52:00Z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